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1B2ABD" w14:paraId="0F512011" w14:textId="77777777" w:rsidTr="001B2ABD">
        <w:trPr>
          <w:trHeight w:val="4410"/>
        </w:trPr>
        <w:tc>
          <w:tcPr>
            <w:tcW w:w="3600" w:type="dxa"/>
            <w:vAlign w:val="bottom"/>
          </w:tcPr>
          <w:p w14:paraId="40BE1E71" w14:textId="77777777" w:rsidR="001B2ABD" w:rsidRDefault="001B2ABD" w:rsidP="001B2ABD">
            <w:pPr>
              <w:tabs>
                <w:tab w:val="left" w:pos="990"/>
              </w:tabs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A03F8E" wp14:editId="4DF54593">
                      <wp:extent cx="2122805" cy="2122805"/>
                      <wp:effectExtent l="19050" t="19050" r="29845" b="29845"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2805" cy="2122805"/>
                              </a:xfrm>
                              <a:prstGeom prst="ellipse">
                                <a:avLst/>
                              </a:prstGeom>
                              <a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a:blipFill>
                              <a:ln w="635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A2CB712" id="Oval 2" o:spid="_x0000_s1026" style="width:167.15pt;height:16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" strokecolor="#94b6d2 [3204]" strokeweight="5pt">
                      <v:fill r:id="rId7" o:title="" recolor="t" rotate="t" type="frame"/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720" w:type="dxa"/>
          </w:tcPr>
          <w:p w14:paraId="58A29AE2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  <w:vAlign w:val="bottom"/>
          </w:tcPr>
          <w:p w14:paraId="711CB507" w14:textId="2830ED2C" w:rsidR="001B2ABD" w:rsidRDefault="006F79E1" w:rsidP="001B2ABD">
            <w:pPr>
              <w:pStyle w:val="Title"/>
            </w:pPr>
            <w:r>
              <w:t>CHARLES NDERI M.</w:t>
            </w:r>
          </w:p>
          <w:p w14:paraId="7559C114" w14:textId="2874AE8B" w:rsidR="001B2ABD" w:rsidRDefault="006F79E1" w:rsidP="001B2ABD">
            <w:pPr>
              <w:pStyle w:val="Subtitle"/>
            </w:pPr>
            <w:r w:rsidRPr="00D11CA7">
              <w:rPr>
                <w:spacing w:val="7"/>
                <w:w w:val="100"/>
              </w:rPr>
              <w:t>COPYWRITER</w:t>
            </w:r>
            <w:r w:rsidRPr="00D11CA7">
              <w:rPr>
                <w:spacing w:val="8"/>
                <w:w w:val="100"/>
              </w:rPr>
              <w:t xml:space="preserve"> </w:t>
            </w:r>
          </w:p>
        </w:tc>
      </w:tr>
      <w:tr w:rsidR="001B2ABD" w14:paraId="2C2B3129" w14:textId="77777777" w:rsidTr="001B2ABD">
        <w:tc>
          <w:tcPr>
            <w:tcW w:w="3600" w:type="dxa"/>
          </w:tcPr>
          <w:sdt>
            <w:sdtPr>
              <w:id w:val="-1711873194"/>
              <w:placeholder>
                <w:docPart w:val="F31B2401FECC406195D28574283C3621"/>
              </w:placeholder>
              <w:temporary/>
              <w:showingPlcHdr/>
              <w15:appearance w15:val="hidden"/>
            </w:sdtPr>
            <w:sdtContent>
              <w:p w14:paraId="3647F322" w14:textId="77777777" w:rsidR="001B2ABD" w:rsidRDefault="00036450" w:rsidP="00036450">
                <w:pPr>
                  <w:pStyle w:val="Heading3"/>
                </w:pPr>
                <w:r w:rsidRPr="00D5459D">
                  <w:t>Profile</w:t>
                </w:r>
              </w:p>
            </w:sdtContent>
          </w:sdt>
          <w:p w14:paraId="10758696" w14:textId="7C1433C8" w:rsidR="00036450" w:rsidRDefault="00D7353B" w:rsidP="00D7353B">
            <w:r w:rsidRPr="00D7353B">
              <w:rPr>
                <w:b/>
                <w:bCs/>
              </w:rPr>
              <w:t>LINKEDIN</w:t>
            </w:r>
          </w:p>
          <w:p w14:paraId="3E1FA108" w14:textId="366EDD21" w:rsidR="00D11CA7" w:rsidRDefault="00000000" w:rsidP="00D7353B">
            <w:hyperlink r:id="rId8" w:history="1">
              <w:r w:rsidR="00951832" w:rsidRPr="00951832">
                <w:rPr>
                  <w:rStyle w:val="Hyperlink"/>
                </w:rPr>
                <w:t>https://www.linkedin.com/in/charles-nderi-182530300?utm_source=share&amp;utm_campaign=share_via&amp;utm_content=profile&amp;utm_medium=android_app</w:t>
              </w:r>
            </w:hyperlink>
          </w:p>
          <w:p w14:paraId="07B8DE7B" w14:textId="77777777" w:rsidR="00036450" w:rsidRDefault="00036450" w:rsidP="00036450"/>
          <w:sdt>
            <w:sdtPr>
              <w:id w:val="-1954003311"/>
              <w:placeholder>
                <w:docPart w:val="274AB7C1CCE9473790362049F58AA920"/>
              </w:placeholder>
              <w:temporary/>
              <w:showingPlcHdr/>
              <w15:appearance w15:val="hidden"/>
            </w:sdtPr>
            <w:sdtContent>
              <w:p w14:paraId="5A3BD66F" w14:textId="77777777" w:rsidR="00036450" w:rsidRPr="00CB0055" w:rsidRDefault="00CB0055" w:rsidP="00CB0055">
                <w:pPr>
                  <w:pStyle w:val="Heading3"/>
                </w:pPr>
                <w:r w:rsidRPr="00CB0055">
                  <w:t>Contact</w:t>
                </w:r>
              </w:p>
            </w:sdtContent>
          </w:sdt>
          <w:sdt>
            <w:sdtPr>
              <w:id w:val="1111563247"/>
              <w:placeholder>
                <w:docPart w:val="2068BD9D80704D3CA95225326259C2A1"/>
              </w:placeholder>
              <w:temporary/>
              <w:showingPlcHdr/>
              <w15:appearance w15:val="hidden"/>
            </w:sdtPr>
            <w:sdtContent>
              <w:p w14:paraId="449E35EE" w14:textId="77777777" w:rsidR="004D3011" w:rsidRDefault="004D3011" w:rsidP="004D3011">
                <w:r w:rsidRPr="004D3011">
                  <w:t>PHONE:</w:t>
                </w:r>
              </w:p>
            </w:sdtContent>
          </w:sdt>
          <w:p w14:paraId="0487C647" w14:textId="36456549" w:rsidR="004D3011" w:rsidRDefault="0024213B" w:rsidP="004D3011">
            <w:r>
              <w:t>+254768 183 187</w:t>
            </w:r>
          </w:p>
          <w:p w14:paraId="644F50BD" w14:textId="214BB924" w:rsidR="004D3011" w:rsidRDefault="004D3011" w:rsidP="004D3011"/>
          <w:p w14:paraId="51D94D6F" w14:textId="77777777" w:rsidR="004D3011" w:rsidRDefault="004D3011" w:rsidP="004D3011"/>
          <w:sdt>
            <w:sdtPr>
              <w:id w:val="-240260293"/>
              <w:placeholder>
                <w:docPart w:val="5552A2E81BC34FFB8AD840B111BD304A"/>
              </w:placeholder>
              <w:temporary/>
              <w:showingPlcHdr/>
              <w15:appearance w15:val="hidden"/>
            </w:sdtPr>
            <w:sdtContent>
              <w:p w14:paraId="187C6EF2" w14:textId="77777777" w:rsidR="004D3011" w:rsidRDefault="004D3011" w:rsidP="004D3011">
                <w:r w:rsidRPr="004D3011">
                  <w:t>EMAIL:</w:t>
                </w:r>
              </w:p>
            </w:sdtContent>
          </w:sdt>
          <w:p w14:paraId="78B908A9" w14:textId="6B76736F" w:rsidR="00036450" w:rsidRPr="00E4381A" w:rsidRDefault="0024213B" w:rsidP="004D3011">
            <w:pPr>
              <w:rPr>
                <w:rStyle w:val="Hyperlink"/>
              </w:rPr>
            </w:pPr>
            <w:r>
              <w:t>Ndericonsultants@gmail.com</w:t>
            </w:r>
          </w:p>
          <w:sdt>
            <w:sdtPr>
              <w:id w:val="-1444214663"/>
              <w:placeholder>
                <w:docPart w:val="3BD688426FF347439166104E2F253D71"/>
              </w:placeholder>
              <w:temporary/>
              <w:showingPlcHdr/>
              <w15:appearance w15:val="hidden"/>
            </w:sdtPr>
            <w:sdtContent>
              <w:p w14:paraId="6D8E37EC" w14:textId="77777777" w:rsidR="004D3011" w:rsidRPr="00CB0055" w:rsidRDefault="00CB0055" w:rsidP="00CB0055">
                <w:pPr>
                  <w:pStyle w:val="Heading3"/>
                </w:pPr>
                <w:r w:rsidRPr="00CB0055">
                  <w:t>Hobbies</w:t>
                </w:r>
              </w:p>
            </w:sdtContent>
          </w:sdt>
          <w:p w14:paraId="040454BF" w14:textId="0767D94D" w:rsidR="004D3011" w:rsidRDefault="0024213B" w:rsidP="004D3011">
            <w:r>
              <w:t>READING</w:t>
            </w:r>
          </w:p>
          <w:p w14:paraId="280AFF5B" w14:textId="0B0F8806" w:rsidR="00951832" w:rsidRDefault="00951832" w:rsidP="004D3011">
            <w:r>
              <w:t>WRITTING</w:t>
            </w:r>
          </w:p>
          <w:p w14:paraId="1E93474F" w14:textId="19C87294" w:rsidR="004D3011" w:rsidRDefault="0024213B" w:rsidP="004D3011">
            <w:r>
              <w:t>TRAVELLING</w:t>
            </w:r>
          </w:p>
          <w:p w14:paraId="132356D4" w14:textId="312B9449" w:rsidR="004D3011" w:rsidRPr="004D3011" w:rsidRDefault="0024213B" w:rsidP="004D3011">
            <w:r>
              <w:t>COOKING</w:t>
            </w:r>
          </w:p>
        </w:tc>
        <w:tc>
          <w:tcPr>
            <w:tcW w:w="720" w:type="dxa"/>
          </w:tcPr>
          <w:p w14:paraId="4DC6AE2C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</w:tcPr>
          <w:sdt>
            <w:sdtPr>
              <w:id w:val="1049110328"/>
              <w:placeholder>
                <w:docPart w:val="3EC58964A557466FBD48A1D7068B1BEE"/>
              </w:placeholder>
              <w:temporary/>
              <w:showingPlcHdr/>
              <w15:appearance w15:val="hidden"/>
            </w:sdtPr>
            <w:sdtContent>
              <w:p w14:paraId="5A14BFCD" w14:textId="77777777" w:rsidR="001B2ABD" w:rsidRDefault="00E25A26" w:rsidP="00036450">
                <w:pPr>
                  <w:pStyle w:val="Heading2"/>
                </w:pPr>
                <w:r w:rsidRPr="00036450">
                  <w:t>EDUCATION</w:t>
                </w:r>
              </w:p>
            </w:sdtContent>
          </w:sdt>
          <w:p w14:paraId="690EF1F0" w14:textId="684A3C49" w:rsidR="00036450" w:rsidRPr="00D11CA7" w:rsidRDefault="006F79E1" w:rsidP="00B359E4">
            <w:pPr>
              <w:pStyle w:val="Heading4"/>
              <w:rPr>
                <w:color w:val="0070C0"/>
                <w:sz w:val="20"/>
                <w:szCs w:val="20"/>
              </w:rPr>
            </w:pPr>
            <w:r w:rsidRPr="00D11CA7">
              <w:rPr>
                <w:color w:val="0070C0"/>
                <w:sz w:val="20"/>
                <w:szCs w:val="20"/>
              </w:rPr>
              <w:t>UNIVERSITY OF ELDORET</w:t>
            </w:r>
          </w:p>
          <w:p w14:paraId="7D64758D" w14:textId="7595A7F9" w:rsidR="00036450" w:rsidRPr="00B359E4" w:rsidRDefault="006F79E1" w:rsidP="00B359E4">
            <w:pPr>
              <w:pStyle w:val="Date"/>
            </w:pPr>
            <w:r>
              <w:t>12/09/2018</w:t>
            </w:r>
            <w:r w:rsidR="00036450" w:rsidRPr="00B359E4">
              <w:t xml:space="preserve"> </w:t>
            </w:r>
            <w:r>
              <w:t>–</w:t>
            </w:r>
            <w:r w:rsidR="00036450" w:rsidRPr="00B359E4">
              <w:t xml:space="preserve"> </w:t>
            </w:r>
            <w:r>
              <w:t>15/11/2021</w:t>
            </w:r>
          </w:p>
          <w:p w14:paraId="11FE9B9C" w14:textId="1C0952A5" w:rsidR="004D3011" w:rsidRPr="00D11CA7" w:rsidRDefault="006F79E1" w:rsidP="00036450">
            <w:pPr>
              <w:rPr>
                <w:b/>
                <w:bCs/>
                <w:sz w:val="22"/>
              </w:rPr>
            </w:pPr>
            <w:r w:rsidRPr="00D11CA7">
              <w:rPr>
                <w:b/>
                <w:bCs/>
                <w:sz w:val="22"/>
              </w:rPr>
              <w:t>GRADUATED WITH UPPER SECOND CLASS HONOUR IN BUSINESS ADMINASTRATION</w:t>
            </w:r>
          </w:p>
          <w:p w14:paraId="6FA46D09" w14:textId="77777777" w:rsidR="00036450" w:rsidRDefault="00036450" w:rsidP="00036450"/>
          <w:p w14:paraId="11F7E969" w14:textId="31BF09BD" w:rsidR="00036450" w:rsidRPr="00D11CA7" w:rsidRDefault="006F79E1" w:rsidP="00B359E4">
            <w:pPr>
              <w:pStyle w:val="Heading4"/>
              <w:rPr>
                <w:color w:val="0070C0"/>
                <w:sz w:val="20"/>
                <w:szCs w:val="20"/>
              </w:rPr>
            </w:pPr>
            <w:r w:rsidRPr="00D11CA7">
              <w:rPr>
                <w:color w:val="0070C0"/>
                <w:sz w:val="20"/>
                <w:szCs w:val="20"/>
              </w:rPr>
              <w:t>MAGUMU BOYS HIGH SCHOOL</w:t>
            </w:r>
          </w:p>
          <w:p w14:paraId="6EC20D6D" w14:textId="35B43093" w:rsidR="00036450" w:rsidRPr="00B359E4" w:rsidRDefault="006F79E1" w:rsidP="00B359E4">
            <w:pPr>
              <w:pStyle w:val="Date"/>
            </w:pPr>
            <w:r>
              <w:t>21/02/2014</w:t>
            </w:r>
            <w:r w:rsidR="00036450" w:rsidRPr="00B359E4">
              <w:t xml:space="preserve"> </w:t>
            </w:r>
            <w:r>
              <w:t>–</w:t>
            </w:r>
            <w:r w:rsidR="00036450" w:rsidRPr="00B359E4">
              <w:t xml:space="preserve"> </w:t>
            </w:r>
            <w:r>
              <w:t>28/11/2017</w:t>
            </w:r>
          </w:p>
          <w:p w14:paraId="2589F5DA" w14:textId="06121415" w:rsidR="00036450" w:rsidRPr="00D11CA7" w:rsidRDefault="006F79E1" w:rsidP="00036450">
            <w:pPr>
              <w:rPr>
                <w:b/>
                <w:bCs/>
                <w:sz w:val="22"/>
              </w:rPr>
            </w:pPr>
            <w:r w:rsidRPr="00D11CA7">
              <w:rPr>
                <w:b/>
                <w:bCs/>
                <w:sz w:val="22"/>
              </w:rPr>
              <w:t xml:space="preserve">GOOD ACADEMICALLY AND CO-CURRICULAR ACTIVITIES </w:t>
            </w:r>
          </w:p>
          <w:sdt>
            <w:sdtPr>
              <w:id w:val="1001553383"/>
              <w:placeholder>
                <w:docPart w:val="A53DEEBEA5A8427BB1E52CFFE55B8545"/>
              </w:placeholder>
              <w:temporary/>
              <w:showingPlcHdr/>
              <w15:appearance w15:val="hidden"/>
            </w:sdtPr>
            <w:sdtContent>
              <w:p w14:paraId="38A96B5C" w14:textId="77777777" w:rsidR="00036450" w:rsidRDefault="00036450" w:rsidP="00036450">
                <w:pPr>
                  <w:pStyle w:val="Heading2"/>
                </w:pPr>
                <w:r w:rsidRPr="00036450">
                  <w:t>WORK EXPERIENCE</w:t>
                </w:r>
              </w:p>
            </w:sdtContent>
          </w:sdt>
          <w:p w14:paraId="568886FB" w14:textId="0CE28B62" w:rsidR="00036450" w:rsidRPr="00D11CA7" w:rsidRDefault="006F79E1" w:rsidP="00B359E4">
            <w:pPr>
              <w:pStyle w:val="Heading4"/>
              <w:rPr>
                <w:bCs/>
                <w:color w:val="0070C0"/>
                <w:sz w:val="20"/>
                <w:szCs w:val="20"/>
              </w:rPr>
            </w:pPr>
            <w:r w:rsidRPr="00D11CA7">
              <w:rPr>
                <w:color w:val="0070C0"/>
                <w:sz w:val="20"/>
                <w:szCs w:val="20"/>
              </w:rPr>
              <w:t xml:space="preserve">BCJ GENERAL MERCHANTS </w:t>
            </w:r>
            <w:r w:rsidR="00036450" w:rsidRPr="00D11CA7">
              <w:rPr>
                <w:color w:val="0070C0"/>
                <w:sz w:val="20"/>
                <w:szCs w:val="20"/>
              </w:rPr>
              <w:t xml:space="preserve">  </w:t>
            </w:r>
            <w:r w:rsidRPr="00D11CA7">
              <w:rPr>
                <w:color w:val="0070C0"/>
                <w:sz w:val="20"/>
                <w:szCs w:val="20"/>
              </w:rPr>
              <w:t xml:space="preserve">SALES MANAGER </w:t>
            </w:r>
          </w:p>
          <w:p w14:paraId="4EAF2DDD" w14:textId="19233C7E" w:rsidR="00036450" w:rsidRPr="00036450" w:rsidRDefault="006F79E1" w:rsidP="00B359E4">
            <w:pPr>
              <w:pStyle w:val="Date"/>
            </w:pPr>
            <w:r>
              <w:t>01/03/2021</w:t>
            </w:r>
            <w:r w:rsidR="00036450" w:rsidRPr="00036450">
              <w:t>–</w:t>
            </w:r>
            <w:r>
              <w:t>28/09/2023</w:t>
            </w:r>
          </w:p>
          <w:p w14:paraId="317F5998" w14:textId="7E8A73A6" w:rsidR="00036450" w:rsidRPr="00D11CA7" w:rsidRDefault="006F79E1" w:rsidP="00036450">
            <w:pPr>
              <w:rPr>
                <w:b/>
                <w:bCs/>
                <w:sz w:val="22"/>
              </w:rPr>
            </w:pPr>
            <w:r w:rsidRPr="00D11CA7">
              <w:rPr>
                <w:b/>
                <w:bCs/>
                <w:sz w:val="22"/>
              </w:rPr>
              <w:t>I WAS RESPONSIBLE OF CREATING NEW SALES STRATEGIES AND ACQUIRING OF NEW CLIENTS. I WAS ABLE TO IN</w:t>
            </w:r>
            <w:r w:rsidR="0024213B" w:rsidRPr="00D11CA7">
              <w:rPr>
                <w:b/>
                <w:bCs/>
                <w:sz w:val="22"/>
              </w:rPr>
              <w:t>CREASE ANNUAL SALES BY 28%.</w:t>
            </w:r>
            <w:r w:rsidR="00036450" w:rsidRPr="00D11CA7">
              <w:rPr>
                <w:b/>
                <w:bCs/>
                <w:sz w:val="22"/>
              </w:rPr>
              <w:t xml:space="preserve"> </w:t>
            </w:r>
          </w:p>
          <w:p w14:paraId="7D9CDBAE" w14:textId="77777777" w:rsidR="004D3011" w:rsidRDefault="004D3011" w:rsidP="00036450"/>
          <w:p w14:paraId="05A49CA6" w14:textId="1B6A262C" w:rsidR="004D3011" w:rsidRPr="00D11CA7" w:rsidRDefault="0024213B" w:rsidP="00B359E4">
            <w:pPr>
              <w:pStyle w:val="Heading4"/>
              <w:rPr>
                <w:bCs/>
                <w:color w:val="0070C0"/>
                <w:sz w:val="20"/>
                <w:szCs w:val="20"/>
              </w:rPr>
            </w:pPr>
            <w:r w:rsidRPr="00D11CA7">
              <w:rPr>
                <w:color w:val="0070C0"/>
                <w:sz w:val="20"/>
                <w:szCs w:val="20"/>
              </w:rPr>
              <w:t>HARRISTA ENCASA LTD</w:t>
            </w:r>
            <w:r w:rsidR="004D3011" w:rsidRPr="00D11CA7">
              <w:rPr>
                <w:color w:val="0070C0"/>
                <w:sz w:val="20"/>
                <w:szCs w:val="20"/>
              </w:rPr>
              <w:t xml:space="preserve"> </w:t>
            </w:r>
            <w:r w:rsidRPr="00D11CA7">
              <w:rPr>
                <w:color w:val="0070C0"/>
                <w:sz w:val="20"/>
                <w:szCs w:val="20"/>
              </w:rPr>
              <w:t>PROCUMENT AND COPYWRITER</w:t>
            </w:r>
          </w:p>
          <w:p w14:paraId="171A384A" w14:textId="1B1437CA" w:rsidR="004D3011" w:rsidRPr="004D3011" w:rsidRDefault="0024213B" w:rsidP="00B359E4">
            <w:pPr>
              <w:pStyle w:val="Date"/>
            </w:pPr>
            <w:r>
              <w:t>12/11/2023</w:t>
            </w:r>
            <w:r w:rsidR="004D3011" w:rsidRPr="004D3011">
              <w:t>–</w:t>
            </w:r>
            <w:r>
              <w:t>31/12/2025</w:t>
            </w:r>
          </w:p>
          <w:p w14:paraId="63EE3A42" w14:textId="1DC85E96" w:rsidR="004D3011" w:rsidRPr="00D11CA7" w:rsidRDefault="0024213B" w:rsidP="004D3011">
            <w:pPr>
              <w:rPr>
                <w:b/>
                <w:bCs/>
                <w:sz w:val="22"/>
              </w:rPr>
            </w:pPr>
            <w:r w:rsidRPr="00D11CA7">
              <w:rPr>
                <w:b/>
                <w:bCs/>
                <w:sz w:val="22"/>
              </w:rPr>
              <w:t>WORKING AS A PROCUREMENT AND COPYWRITER OF THIS LONDON BASED ECOMMERCE COMPANY PART TIME.</w:t>
            </w:r>
            <w:r w:rsidR="00036450" w:rsidRPr="00D11CA7">
              <w:rPr>
                <w:b/>
                <w:bCs/>
                <w:sz w:val="22"/>
              </w:rPr>
              <w:t xml:space="preserve"> </w:t>
            </w:r>
          </w:p>
          <w:p w14:paraId="453DEBD7" w14:textId="77777777" w:rsidR="004D3011" w:rsidRDefault="004D3011" w:rsidP="00036450"/>
          <w:p w14:paraId="738D663A" w14:textId="29FDD8F0" w:rsidR="004D3011" w:rsidRPr="00D11CA7" w:rsidRDefault="0024213B" w:rsidP="00B359E4">
            <w:pPr>
              <w:pStyle w:val="Heading4"/>
              <w:rPr>
                <w:bCs/>
                <w:color w:val="0070C0"/>
                <w:sz w:val="22"/>
              </w:rPr>
            </w:pPr>
            <w:r w:rsidRPr="00D11CA7">
              <w:rPr>
                <w:color w:val="0070C0"/>
                <w:sz w:val="22"/>
              </w:rPr>
              <w:t>KITCHEN COMFORTS GALLERY</w:t>
            </w:r>
            <w:r w:rsidR="004D3011" w:rsidRPr="00D11CA7">
              <w:rPr>
                <w:color w:val="0070C0"/>
                <w:sz w:val="22"/>
              </w:rPr>
              <w:t xml:space="preserve"> </w:t>
            </w:r>
            <w:r w:rsidRPr="00D11CA7">
              <w:rPr>
                <w:color w:val="0070C0"/>
                <w:sz w:val="22"/>
              </w:rPr>
              <w:t>COPYWRITER</w:t>
            </w:r>
          </w:p>
          <w:p w14:paraId="1297B815" w14:textId="2A481296" w:rsidR="004D3011" w:rsidRPr="004D3011" w:rsidRDefault="0024213B" w:rsidP="00B359E4">
            <w:pPr>
              <w:pStyle w:val="Date"/>
            </w:pPr>
            <w:r>
              <w:t>01/03/2024</w:t>
            </w:r>
            <w:r w:rsidR="004D3011" w:rsidRPr="004D3011">
              <w:t>–</w:t>
            </w:r>
            <w:r>
              <w:t>20/12/2027</w:t>
            </w:r>
          </w:p>
          <w:p w14:paraId="617DBE97" w14:textId="39B7865F" w:rsidR="004D3011" w:rsidRPr="00D11CA7" w:rsidRDefault="0024213B" w:rsidP="004D3011">
            <w:pPr>
              <w:rPr>
                <w:b/>
                <w:bCs/>
                <w:sz w:val="22"/>
              </w:rPr>
            </w:pPr>
            <w:r w:rsidRPr="00D11CA7">
              <w:rPr>
                <w:b/>
                <w:bCs/>
                <w:sz w:val="22"/>
              </w:rPr>
              <w:t xml:space="preserve">WORKING AS A COPYWRITER PART TIME </w:t>
            </w:r>
            <w:r w:rsidR="00036450" w:rsidRPr="00D11CA7">
              <w:rPr>
                <w:b/>
                <w:bCs/>
                <w:sz w:val="22"/>
              </w:rPr>
              <w:t xml:space="preserve"> </w:t>
            </w:r>
          </w:p>
          <w:p w14:paraId="30059334" w14:textId="77777777" w:rsidR="004D3011" w:rsidRDefault="004D3011" w:rsidP="00036450"/>
          <w:p w14:paraId="17096731" w14:textId="77777777" w:rsidR="00036450" w:rsidRDefault="0024213B" w:rsidP="00BC7AAA">
            <w:pPr>
              <w:pStyle w:val="Heading2"/>
              <w:rPr>
                <w:color w:val="0070C0"/>
                <w:sz w:val="24"/>
                <w:szCs w:val="24"/>
              </w:rPr>
            </w:pPr>
            <w:r w:rsidRPr="00D11CA7">
              <w:rPr>
                <w:color w:val="0070C0"/>
                <w:sz w:val="24"/>
                <w:szCs w:val="24"/>
              </w:rPr>
              <w:t>C</w:t>
            </w:r>
            <w:r w:rsidR="00BC7AAA">
              <w:rPr>
                <w:color w:val="0070C0"/>
                <w:sz w:val="24"/>
                <w:szCs w:val="24"/>
              </w:rPr>
              <w:t xml:space="preserve">AREER OBJECTIVE </w:t>
            </w:r>
          </w:p>
          <w:p w14:paraId="7EE82D9F" w14:textId="71DF85E8" w:rsidR="00BC7AAA" w:rsidRPr="00BC7AAA" w:rsidRDefault="00BC7AAA" w:rsidP="00BC7AAA">
            <w:pPr>
              <w:rPr>
                <w:color w:val="000000" w:themeColor="text1"/>
                <w:sz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TO LEVERAGE MY CREATIVITY AND WRITING SKILLS TO CREATE ENGAGING CONTENT THAT DRIVES AWARENESS AND BOOSTS CONVERSION RATES ACROSS DIGITAL AND TRADITIONAL MARKETING PLATFORMS.</w:t>
            </w:r>
          </w:p>
        </w:tc>
      </w:tr>
    </w:tbl>
    <w:p w14:paraId="1009CA3D" w14:textId="77777777" w:rsidR="00A96A4E" w:rsidRDefault="00A96A4E" w:rsidP="000C45FF">
      <w:pPr>
        <w:tabs>
          <w:tab w:val="left" w:pos="990"/>
        </w:tabs>
      </w:pPr>
    </w:p>
    <w:sectPr w:rsidR="00A96A4E" w:rsidSect="008A47BA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1CBBB" w14:textId="77777777" w:rsidR="008A47BA" w:rsidRDefault="008A47BA" w:rsidP="000C45FF">
      <w:r>
        <w:separator/>
      </w:r>
    </w:p>
  </w:endnote>
  <w:endnote w:type="continuationSeparator" w:id="0">
    <w:p w14:paraId="480A9D31" w14:textId="77777777" w:rsidR="008A47BA" w:rsidRDefault="008A47BA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095F6" w14:textId="77777777" w:rsidR="008A47BA" w:rsidRDefault="008A47BA" w:rsidP="000C45FF">
      <w:r>
        <w:separator/>
      </w:r>
    </w:p>
  </w:footnote>
  <w:footnote w:type="continuationSeparator" w:id="0">
    <w:p w14:paraId="54A85E45" w14:textId="77777777" w:rsidR="008A47BA" w:rsidRDefault="008A47BA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CB5BC" w14:textId="77777777" w:rsidR="000C45FF" w:rsidRDefault="000C45F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9223D27" wp14:editId="3191037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3D"/>
    <w:rsid w:val="00036450"/>
    <w:rsid w:val="0005193D"/>
    <w:rsid w:val="00094499"/>
    <w:rsid w:val="000C45FF"/>
    <w:rsid w:val="000E3FD1"/>
    <w:rsid w:val="00112054"/>
    <w:rsid w:val="001317D8"/>
    <w:rsid w:val="001525E1"/>
    <w:rsid w:val="00180329"/>
    <w:rsid w:val="0019001F"/>
    <w:rsid w:val="001A74A5"/>
    <w:rsid w:val="001B2ABD"/>
    <w:rsid w:val="001E0391"/>
    <w:rsid w:val="001E1759"/>
    <w:rsid w:val="001F1ECC"/>
    <w:rsid w:val="00205AD1"/>
    <w:rsid w:val="002400EB"/>
    <w:rsid w:val="0024213B"/>
    <w:rsid w:val="00256CF7"/>
    <w:rsid w:val="00281FD5"/>
    <w:rsid w:val="0030481B"/>
    <w:rsid w:val="003156FC"/>
    <w:rsid w:val="003254B5"/>
    <w:rsid w:val="0037121F"/>
    <w:rsid w:val="003910D8"/>
    <w:rsid w:val="003A6B7D"/>
    <w:rsid w:val="003B06CA"/>
    <w:rsid w:val="004071FC"/>
    <w:rsid w:val="004373E8"/>
    <w:rsid w:val="00445947"/>
    <w:rsid w:val="004813B3"/>
    <w:rsid w:val="00496591"/>
    <w:rsid w:val="004C63E4"/>
    <w:rsid w:val="004D3011"/>
    <w:rsid w:val="005262AC"/>
    <w:rsid w:val="005E39D5"/>
    <w:rsid w:val="00600670"/>
    <w:rsid w:val="0062123A"/>
    <w:rsid w:val="00646E75"/>
    <w:rsid w:val="006771D0"/>
    <w:rsid w:val="006F79E1"/>
    <w:rsid w:val="00715FCB"/>
    <w:rsid w:val="00743101"/>
    <w:rsid w:val="00764C9F"/>
    <w:rsid w:val="007775E1"/>
    <w:rsid w:val="007867A0"/>
    <w:rsid w:val="007927F5"/>
    <w:rsid w:val="00802CA0"/>
    <w:rsid w:val="008A47BA"/>
    <w:rsid w:val="009260CD"/>
    <w:rsid w:val="00940A66"/>
    <w:rsid w:val="00951832"/>
    <w:rsid w:val="00952C25"/>
    <w:rsid w:val="009732AD"/>
    <w:rsid w:val="00A2118D"/>
    <w:rsid w:val="00A96A4E"/>
    <w:rsid w:val="00AD0A50"/>
    <w:rsid w:val="00AD76E2"/>
    <w:rsid w:val="00B20152"/>
    <w:rsid w:val="00B359E4"/>
    <w:rsid w:val="00B57D98"/>
    <w:rsid w:val="00B70850"/>
    <w:rsid w:val="00BC7AAA"/>
    <w:rsid w:val="00C066B6"/>
    <w:rsid w:val="00C37BA1"/>
    <w:rsid w:val="00C4674C"/>
    <w:rsid w:val="00C506CF"/>
    <w:rsid w:val="00C72BED"/>
    <w:rsid w:val="00C9578B"/>
    <w:rsid w:val="00CB0055"/>
    <w:rsid w:val="00D11CA7"/>
    <w:rsid w:val="00D2522B"/>
    <w:rsid w:val="00D422DE"/>
    <w:rsid w:val="00D5459D"/>
    <w:rsid w:val="00D7353B"/>
    <w:rsid w:val="00DA1F4D"/>
    <w:rsid w:val="00DD172A"/>
    <w:rsid w:val="00E25A26"/>
    <w:rsid w:val="00E4381A"/>
    <w:rsid w:val="00E55D74"/>
    <w:rsid w:val="00F60274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493846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0A66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940A66"/>
    <w:rPr>
      <w:rFonts w:asciiTheme="majorHAnsi" w:eastAsiaTheme="majorEastAsia" w:hAnsiTheme="majorHAnsi" w:cstheme="majorBidi"/>
      <w:b/>
      <w:caps/>
      <w:color w:val="548AB7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charles-nderi-182530300?utm_source=share&amp;utm_campaign=share_via&amp;utm_content=profile&amp;utm_medium=android_app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les\AppData\Local\Microsoft\Office\16.0\DTS\en-US%7b0DDA5F1D-4494-480D-A6D4-7C2E5CE0A462%7d\%7b071560C7-BCE1-4EFC-8A79-2B1E680F2381%7dtf00546271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31B2401FECC406195D28574283C3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B8B52-D101-48AC-A2A5-B35DEC932819}"/>
      </w:docPartPr>
      <w:docPartBody>
        <w:p w:rsidR="00B82144" w:rsidRDefault="00000000">
          <w:pPr>
            <w:pStyle w:val="F31B2401FECC406195D28574283C3621"/>
          </w:pPr>
          <w:r w:rsidRPr="00D5459D">
            <w:t>Profile</w:t>
          </w:r>
        </w:p>
      </w:docPartBody>
    </w:docPart>
    <w:docPart>
      <w:docPartPr>
        <w:name w:val="274AB7C1CCE9473790362049F58AA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A70ED-638E-4B07-B876-EB8858CB23A6}"/>
      </w:docPartPr>
      <w:docPartBody>
        <w:p w:rsidR="00B82144" w:rsidRDefault="00000000">
          <w:pPr>
            <w:pStyle w:val="274AB7C1CCE9473790362049F58AA920"/>
          </w:pPr>
          <w:r w:rsidRPr="00CB0055">
            <w:t>Contact</w:t>
          </w:r>
        </w:p>
      </w:docPartBody>
    </w:docPart>
    <w:docPart>
      <w:docPartPr>
        <w:name w:val="2068BD9D80704D3CA95225326259C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AF2FC-7151-4800-AC17-F10D08674DFF}"/>
      </w:docPartPr>
      <w:docPartBody>
        <w:p w:rsidR="00B82144" w:rsidRDefault="00000000">
          <w:pPr>
            <w:pStyle w:val="2068BD9D80704D3CA95225326259C2A1"/>
          </w:pPr>
          <w:r w:rsidRPr="004D3011">
            <w:t>PHONE:</w:t>
          </w:r>
        </w:p>
      </w:docPartBody>
    </w:docPart>
    <w:docPart>
      <w:docPartPr>
        <w:name w:val="5552A2E81BC34FFB8AD840B111BD3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92761-038D-42C2-9DDD-4B37CB1EC857}"/>
      </w:docPartPr>
      <w:docPartBody>
        <w:p w:rsidR="00B82144" w:rsidRDefault="00000000">
          <w:pPr>
            <w:pStyle w:val="5552A2E81BC34FFB8AD840B111BD304A"/>
          </w:pPr>
          <w:r w:rsidRPr="004D3011">
            <w:t>EMAIL:</w:t>
          </w:r>
        </w:p>
      </w:docPartBody>
    </w:docPart>
    <w:docPart>
      <w:docPartPr>
        <w:name w:val="3BD688426FF347439166104E2F253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777CA-5C67-4C5B-ABFE-AE9EA8BA567C}"/>
      </w:docPartPr>
      <w:docPartBody>
        <w:p w:rsidR="00B82144" w:rsidRDefault="00000000">
          <w:pPr>
            <w:pStyle w:val="3BD688426FF347439166104E2F253D71"/>
          </w:pPr>
          <w:r w:rsidRPr="00CB0055">
            <w:t>Hobbies</w:t>
          </w:r>
        </w:p>
      </w:docPartBody>
    </w:docPart>
    <w:docPart>
      <w:docPartPr>
        <w:name w:val="3EC58964A557466FBD48A1D7068B1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7E372-AE3E-46A2-A102-BDB7B84725EE}"/>
      </w:docPartPr>
      <w:docPartBody>
        <w:p w:rsidR="00B82144" w:rsidRDefault="00000000">
          <w:pPr>
            <w:pStyle w:val="3EC58964A557466FBD48A1D7068B1BEE"/>
          </w:pPr>
          <w:r w:rsidRPr="00036450">
            <w:t>EDUCATION</w:t>
          </w:r>
        </w:p>
      </w:docPartBody>
    </w:docPart>
    <w:docPart>
      <w:docPartPr>
        <w:name w:val="A53DEEBEA5A8427BB1E52CFFE55B8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07F3E-5E51-426D-8206-80BE94741353}"/>
      </w:docPartPr>
      <w:docPartBody>
        <w:p w:rsidR="00B82144" w:rsidRDefault="00000000">
          <w:pPr>
            <w:pStyle w:val="A53DEEBEA5A8427BB1E52CFFE55B8545"/>
          </w:pPr>
          <w:r w:rsidRPr="00036450">
            <w:t>WORK 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24"/>
    <w:rsid w:val="003642F3"/>
    <w:rsid w:val="00744F24"/>
    <w:rsid w:val="007A5E61"/>
    <w:rsid w:val="00B82144"/>
    <w:rsid w:val="00D7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1B2401FECC406195D28574283C3621">
    <w:name w:val="F31B2401FECC406195D28574283C3621"/>
  </w:style>
  <w:style w:type="paragraph" w:customStyle="1" w:styleId="274AB7C1CCE9473790362049F58AA920">
    <w:name w:val="274AB7C1CCE9473790362049F58AA920"/>
  </w:style>
  <w:style w:type="paragraph" w:customStyle="1" w:styleId="2068BD9D80704D3CA95225326259C2A1">
    <w:name w:val="2068BD9D80704D3CA95225326259C2A1"/>
  </w:style>
  <w:style w:type="paragraph" w:customStyle="1" w:styleId="5552A2E81BC34FFB8AD840B111BD304A">
    <w:name w:val="5552A2E81BC34FFB8AD840B111BD304A"/>
  </w:style>
  <w:style w:type="character" w:styleId="Hyperlink">
    <w:name w:val="Hyperlink"/>
    <w:basedOn w:val="DefaultParagraphFont"/>
    <w:uiPriority w:val="99"/>
    <w:unhideWhenUsed/>
    <w:rPr>
      <w:color w:val="C45911" w:themeColor="accent2" w:themeShade="BF"/>
      <w:u w:val="single"/>
    </w:rPr>
  </w:style>
  <w:style w:type="paragraph" w:customStyle="1" w:styleId="3BD688426FF347439166104E2F253D71">
    <w:name w:val="3BD688426FF347439166104E2F253D71"/>
  </w:style>
  <w:style w:type="paragraph" w:customStyle="1" w:styleId="3EC58964A557466FBD48A1D7068B1BEE">
    <w:name w:val="3EC58964A557466FBD48A1D7068B1BEE"/>
  </w:style>
  <w:style w:type="paragraph" w:customStyle="1" w:styleId="A53DEEBEA5A8427BB1E52CFFE55B8545">
    <w:name w:val="A53DEEBEA5A8427BB1E52CFFE55B8545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aps/>
      <w:kern w:val="0"/>
      <w:szCs w:val="26"/>
      <w:lang w:eastAsia="ja-JP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{071560C7-BCE1-4EFC-8A79-2B1E680F2381}tf00546271_win32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2024-04-24T19:29:00Z</dcterms:created>
  <dcterms:modified xsi:type="dcterms:W3CDTF">2024-04-30T09:11:00Z</dcterms:modified>
</cp:coreProperties>
</file>